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2CA9" w14:textId="77777777" w:rsidR="00D04CB7" w:rsidRPr="00D04CB7" w:rsidRDefault="00D04CB7" w:rsidP="00D04CB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04CB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SARS-CoV-2/human/USA/CA-CDC-STM-63P27VP9G/2022, complete genome</w:t>
      </w:r>
    </w:p>
    <w:p w14:paraId="747C1AFF" w14:textId="77777777" w:rsidR="00D04CB7" w:rsidRPr="00D04CB7" w:rsidRDefault="00D04CB7" w:rsidP="00D04CB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t>GenBank: ON020044.1</w:t>
      </w:r>
    </w:p>
    <w:p w14:paraId="58248D0A" w14:textId="77777777" w:rsidR="00D04CB7" w:rsidRPr="00D04CB7" w:rsidRDefault="00D04CB7" w:rsidP="00D04CB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"https://www.ncbi.nlm.nih.gov/nuccore/ON020044.1?report=fasta" </w:instrTex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4C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"https://www.ncbi.nlm.nih.gov/nuccore/ON020044.1?report=graph" </w:instrTex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4C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20044.1"/>
    <w:bookmarkEnd w:id="1"/>
    <w:p w14:paraId="0D43A1C3" w14:textId="77777777" w:rsidR="00D04CB7" w:rsidRPr="00D04CB7" w:rsidRDefault="00D04CB7" w:rsidP="00D04CB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"https://www.ncbi.nlm.nih.gov/nuccore/ON020044.1" \l "goto2209479189_0" </w:instrTex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04CB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04CB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6A1633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LOCUS       ON020044               29841 bp    RNA     linear   VRL 18-MAR-2022</w:t>
      </w:r>
    </w:p>
    <w:p w14:paraId="2869449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978896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SARS-CoV-2/human/USA/CA-CDC-STM-63P27VP9G/2022, complete genome.</w:t>
      </w:r>
    </w:p>
    <w:p w14:paraId="503C11A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ACCESSION   ON020044</w:t>
      </w:r>
    </w:p>
    <w:p w14:paraId="2B7D25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VERSION     ON020044.1</w:t>
      </w:r>
    </w:p>
    <w:p w14:paraId="7B2115C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4D2C0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"https://www.ncbi.nlm.nih.gov/biosample/SAMN26790803"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SAMN26790803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9E5C4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C4642C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E7C3D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516CA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1C1881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88E191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657F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29841)</w:t>
      </w:r>
    </w:p>
    <w:p w14:paraId="26DAB87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E34CD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E0813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56E87EF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305B816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8024A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C0C265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29841)</w:t>
      </w:r>
    </w:p>
    <w:p w14:paraId="2928A0F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B4F6A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666D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F905B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1002A17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FF87F6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Respiratory Viruses Branch, Division of</w:t>
      </w:r>
    </w:p>
    <w:p w14:paraId="0B3DAA2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7B66C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C7D54C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20044.1"/>
      <w:bookmarkEnd w:id="2"/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2A35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klados-fastagenerator-3.0.1</w:t>
      </w:r>
    </w:p>
    <w:p w14:paraId="5148D1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 NovaSeq</w:t>
      </w:r>
    </w:p>
    <w:p w14:paraId="718F922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BE60A0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20044.1"/>
      <w:bookmarkEnd w:id="3"/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31C7D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1..29841</w:t>
      </w:r>
    </w:p>
    <w:p w14:paraId="6709421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93A661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6A8CF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2AEC41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/isolate="SARS-CoV-2/human/USA/CA-CDC-STM-63P27VP9G/2022"</w:t>
      </w:r>
    </w:p>
    <w:p w14:paraId="55A4559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1C74FE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F5C040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1342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35F2DC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/collection_date="2022-02-28"</w:t>
      </w:r>
    </w:p>
    <w:p w14:paraId="40F4285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"https://www.ncbi.nlm.nih.gov/nuccore/ON020044.1?from=264&amp;to=21541"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264..21541</w:t>
      </w:r>
    </w:p>
    <w:p w14:paraId="71BD8F7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4AE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"https://www.ncbi.nlm.nih.gov/nuccore/ON020044.1?location=264:13454,13454:21541"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join(264..13454,13454..21541)</w:t>
      </w:r>
    </w:p>
    <w:p w14:paraId="5008035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62AE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57CBA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BF42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4217A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UNJ59145.1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92C80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0F696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4BD0F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B9B615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2F19A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C88E1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LNSIIKTIQPRVEKKKLDGFMGRIRSVYPVASSNECNQMCLSTLMKCDHCGETSWQTG</w:t>
      </w:r>
    </w:p>
    <w:p w14:paraId="7DFF994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A887A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969989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0FC12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71EF6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F9199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58201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NKFLALCADSIIIGGAKLKALNLGETFVTHSKGLYRKCIKSREETGLLMPLKAPKEII</w:t>
      </w:r>
    </w:p>
    <w:p w14:paraId="2DD3982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97FDD0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94EB0A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DCCE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3FCA5B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6DF1A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ADBCEB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96D7F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E703A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3F8311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4254E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C0FF9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1AD2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0FEF0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651359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48179C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28DF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0555D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BB43A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1ED44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C3731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92474D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A3D47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1BC4E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5ED2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ABF46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FBE01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7CFA4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3D633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8A999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342DC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CCC3A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D7A6C0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902A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AD14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7E6E5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F001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565D5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EB1C2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87227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F414B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70B8F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194D1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54602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9EB47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215126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D6F1F6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15930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B66C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25E05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BFC3FF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572FC1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E24D6F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658B85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4A5F6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DE0B6E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D6282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CFC8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84C7A6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014E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22CCF4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C19982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CEF38E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066F8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94D51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635432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45E07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661455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CADE51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63A45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49298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6F2AC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6BEE7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4C5157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7D52D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8406FD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B0F056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A4F6E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44E164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2B9D1C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DB272C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1EAE7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BB97EF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647E64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F5AF06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EC4ECB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3B91D5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FA760A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334D7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D37EB8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55439F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B41A0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FC40A3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3EC967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F8913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8C5A3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127E1E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2123CF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0BAF9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012B32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87049C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6CAD98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F086E5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17E701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AA0580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45D43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F6727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191EFB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6A5E09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4A6325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6E6E47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"https://www.ncbi.nlm.nih.gov/protein/UNJ59145.1?from=1&amp;to=180"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42D86CE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D7679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ADB4C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"https://www.ncbi.nlm.nih.gov/protein/UNJ59145.1?from=181&amp;to=818"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17FCA3C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24351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1613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"https://www.ncbi.nlm.nih.gov/protein/UNJ59145.1?from=819&amp;to=2762"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33F880F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7F91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9BC9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"https://www.ncbi.nlm.nih.gov/protein/UNJ59145.1?from=2763&amp;to=3262"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2B801F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6FF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F6471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"https://www.ncbi.nlm.nih.gov/protein/UNJ59145.1?from=3263&amp;to=3568"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101153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C7FC3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22CA2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"https://www.ncbi.nlm.nih.gov/protein/UNJ59145.1?from=3569&amp;to=3855"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13B218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89A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F761A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"https://www.ncbi.nlm.nih.gov/protein/UNJ59145.1?from=3856&amp;to=3938"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3A6A9C3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79B5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0FE6C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"https://www.ncbi.nlm.nih.gov/protein/UNJ59145.1?from=3939&amp;to=4136"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7115F9C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CF1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85E5F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"https://www.ncbi.nlm.nih.gov/protein/UNJ59145.1?from=4137&amp;to=4249"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1791550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754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5E6B30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"https://www.ncbi.nlm.nih.gov/protein/UNJ59145.1?from=4250&amp;to=4388"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1E6FB0D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E128D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E975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"https://www.ncbi.nlm.nih.gov/protein/UNJ59145.1?from=4389&amp;to=5320"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join(13428..13454,13454..16222)</w:t>
      </w:r>
    </w:p>
    <w:p w14:paraId="744FCF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9736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52DA6B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"https://www.ncbi.nlm.nih.gov/protein/UNJ59145.1?from=5321&amp;to=5921"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16223..18025</w:t>
      </w:r>
    </w:p>
    <w:p w14:paraId="136181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39F2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1BD34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"https://www.ncbi.nlm.nih.gov/protein/UNJ59145.1?from=5922&amp;to=6448"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18026..19606</w:t>
      </w:r>
    </w:p>
    <w:p w14:paraId="62826F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D46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F7C74D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"https://www.ncbi.nlm.nih.gov/protein/UNJ59145.1?from=6449&amp;to=6794"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19607..20644</w:t>
      </w:r>
    </w:p>
    <w:p w14:paraId="749B3E6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627F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1284F9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"https://www.ncbi.nlm.nih.gov/protein/UNJ59145.1?from=6795&amp;to=7092"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20645..21538</w:t>
      </w:r>
    </w:p>
    <w:p w14:paraId="2282A01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548D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508EEF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"https://www.ncbi.nlm.nih.gov/nuccore/ON020044.1?from=264&amp;to=13469"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264..13469</w:t>
      </w:r>
    </w:p>
    <w:p w14:paraId="22C4922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70DB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46573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08C86C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UNJ59146.1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1AC01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F47A5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B4FC5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C426D6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6AE3C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EB206D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LNSIIKTIQPRVEKKKLDGFMGRIRSVYPVASSNECNQMCLSTLMKCDHCGETSWQTG</w:t>
      </w:r>
    </w:p>
    <w:p w14:paraId="4EBD380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1A464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0793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8B155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636B42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AA2BF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65568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NKFLALCADSIIIGGAKLKALNLGETFVTHSKGLYRKCIKSREETGLLMPLKAPKEII</w:t>
      </w:r>
    </w:p>
    <w:p w14:paraId="5CB4806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AF050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61937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62607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071ABB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9F840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D994E7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634A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3F167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04D59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78ED0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29C39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414B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0F9561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67C6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3EE34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A0CB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EA79D8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F5455C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6CBE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D0D42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679D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B03E75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FCE9A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19161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70399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95EC85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37E9E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014FC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03A46F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C1F98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8F856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FE22A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6833C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3AC35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094FFE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2AF02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D4BE5E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3BFB1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C0FFCC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60804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253F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8FDA9E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66B12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B84CF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6C881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7AD28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8F8A4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DAED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AE6D6B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4C741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B2E9F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6AABB3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EDBDC4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39F7B3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46058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4E05A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93A83D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4E0E2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609A2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F05F2C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24084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1E8D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17EF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45DC8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"https://www.ncbi.nlm.nih.gov/protein/UNJ59146.1?from=1&amp;to=180"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2CE3796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536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BF4693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"https://www.ncbi.nlm.nih.gov/protein/UNJ59146.1?from=181&amp;to=818"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A75BA2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41D9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EA05AD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"https://www.ncbi.nlm.nih.gov/protein/UNJ59146.1?from=819&amp;to=2762"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28C99E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E2EC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96B9E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"https://www.ncbi.nlm.nih.gov/protein/UNJ59146.1?from=2763&amp;to=3262"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3E665B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40D2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738B80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"https://www.ncbi.nlm.nih.gov/protein/UNJ59146.1?from=3263&amp;to=3568"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15F7D28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39E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F0420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"https://www.ncbi.nlm.nih.gov/protein/UNJ59146.1?from=3569&amp;to=3855"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10968..11828</w:t>
      </w:r>
    </w:p>
    <w:p w14:paraId="0D21453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8CD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9170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"https://www.ncbi.nlm.nih.gov/protein/UNJ59146.1?from=3856&amp;to=3938"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11829..12077</w:t>
      </w:r>
    </w:p>
    <w:p w14:paraId="698C59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59F8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D5647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"https://www.ncbi.nlm.nih.gov/protein/UNJ59146.1?from=3939&amp;to=4136"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12078..12671</w:t>
      </w:r>
    </w:p>
    <w:p w14:paraId="707D11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25E7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E368A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"https://www.ncbi.nlm.nih.gov/protein/UNJ59146.1?from=4137&amp;to=4249"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12672..13010</w:t>
      </w:r>
    </w:p>
    <w:p w14:paraId="5D78C7D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6B73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FF1F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"https://www.ncbi.nlm.nih.gov/protein/UNJ59146.1?from=4250&amp;to=4388"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13011..13427</w:t>
      </w:r>
    </w:p>
    <w:p w14:paraId="6B6E3AE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D5DB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5475F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"https://www.ncbi.nlm.nih.gov/protein/UNJ59146.1?from=4389&amp;to=4401"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13428..13466</w:t>
      </w:r>
    </w:p>
    <w:p w14:paraId="5C3EFC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EC8A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45C15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"https://www.ncbi.nlm.nih.gov/nuccore/ON020044.1?from=13462&amp;to=13489"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13462..13489</w:t>
      </w:r>
    </w:p>
    <w:p w14:paraId="3116B91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862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56C487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6250CC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"https://www.ncbi.nlm.nih.gov/nuccore/ON020044.1?from=13474&amp;to=13528"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13474..13528</w:t>
      </w:r>
    </w:p>
    <w:p w14:paraId="4668A2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E479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7E205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AB55F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"https://www.ncbi.nlm.nih.gov/nuccore/ON020044.1?from=21549&amp;to=25361"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21549..25361</w:t>
      </w:r>
    </w:p>
    <w:p w14:paraId="120DAC9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A2D7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"https://www.ncbi.nlm.nih.gov/nuccore/ON020044.1?from=21549&amp;to=25361"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21549..25361</w:t>
      </w:r>
    </w:p>
    <w:p w14:paraId="4F3BB1B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1ED3C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AFB95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565E09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UNJ59147.1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671F9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F337F9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B232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04A00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1F947F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34B5E1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66A15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548EE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9F891A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7FF784D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5B0CEA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AF5AC4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DDEC2B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E08C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279B4F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21FDAE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B1E40E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2AC244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50F974A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FD7DB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3CDAFA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4D8540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A1CCA4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D895DB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"https://www.ncbi.nlm.nih.gov/nuccore/ON020044.1?from=25370&amp;to=26197"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25370..26197</w:t>
      </w:r>
    </w:p>
    <w:p w14:paraId="49DDE1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2EE3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"https://www.ncbi.nlm.nih.gov/nuccore/ON020044.1?from=25370&amp;to=26197"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25370..26197</w:t>
      </w:r>
    </w:p>
    <w:p w14:paraId="01CC4E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FB5B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0021B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1AB1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"https://www.ncbi.nlm.nih.gov/protein/2209479193"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UNJ59148.1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1414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F6293A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3C6D61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E0F1B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4A66D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FC2DE2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"https://www.ncbi.nlm.nih.gov/nuccore/ON020044.1?from=26222&amp;to=26449"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26222..26449</w:t>
      </w:r>
    </w:p>
    <w:p w14:paraId="61D1495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4F6AFB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"https://www.ncbi.nlm.nih.gov/nuccore/ON020044.1?from=26222&amp;to=26449"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26222..26449</w:t>
      </w:r>
    </w:p>
    <w:p w14:paraId="76C10DD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73E1B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C112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DDCAD3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UNJ59149.1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ED222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5449EA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486DD4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"https://www.ncbi.nlm.nih.gov/nuccore/ON020044.1?from=26500&amp;to=27168"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26500..27168</w:t>
      </w:r>
    </w:p>
    <w:p w14:paraId="04E4F0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EA247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"https://www.ncbi.nlm.nih.gov/nuccore/ON020044.1?from=26500&amp;to=27168"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26500..27168</w:t>
      </w:r>
    </w:p>
    <w:p w14:paraId="7A854F7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4602C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E4C2C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A1191F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"https://www.ncbi.nlm.nih.gov/protein/2209479195"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UNJ59150.1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191DE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19DD04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E4D3D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4D24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E77A10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E6A573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"https://www.ncbi.nlm.nih.gov/nuccore/ON020044.1?from=27179&amp;to=27364"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27179..27364</w:t>
      </w:r>
    </w:p>
    <w:p w14:paraId="60A0138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19C6E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"https://www.ncbi.nlm.nih.gov/nuccore/ON020044.1?from=27179&amp;to=27364"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27179..27364</w:t>
      </w:r>
    </w:p>
    <w:p w14:paraId="0FF09A3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1C58BA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FF17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F36803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UNJ59151.1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E1A6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3C06B7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7E8473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"https://www.ncbi.nlm.nih.gov/nuccore/ON020044.1?from=27371&amp;to=27736"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27371..27736</w:t>
      </w:r>
    </w:p>
    <w:p w14:paraId="0500FAA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9C7AD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"https://www.ncbi.nlm.nih.gov/nuccore/ON020044.1?from=27371&amp;to=27736"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27371..27736</w:t>
      </w:r>
    </w:p>
    <w:p w14:paraId="3B2136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475A2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5B81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18345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"https://www.ncbi.nlm.nih.gov/protein/2209479197"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UNJ59152.1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147F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17A642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620E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FCD842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"https://www.ncbi.nlm.nih.gov/nuccore/ON020044.1?from=27733&amp;to=27864"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27733..27864</w:t>
      </w:r>
    </w:p>
    <w:p w14:paraId="1A530C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1B34F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"https://www.ncbi.nlm.nih.gov/nuccore/ON020044.1?from=27733&amp;to=27864"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27733..27864</w:t>
      </w:r>
    </w:p>
    <w:p w14:paraId="51CD122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3E0AD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333F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F0DCC2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"https://www.ncbi.nlm.nih.gov/protein/2209479198"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UNJ59153.1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5E729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60384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"https://www.ncbi.nlm.nih.gov/nuccore/ON020044.1?from=27871&amp;to=28236"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27871..28236</w:t>
      </w:r>
    </w:p>
    <w:p w14:paraId="175B883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861F1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"https://www.ncbi.nlm.nih.gov/nuccore/ON020044.1?from=27871&amp;to=28236"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27871..28236</w:t>
      </w:r>
    </w:p>
    <w:p w14:paraId="0D649A0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75564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7CD9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FBBB9A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"https://www.ncbi.nlm.nih.gov/protein/2209479199"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UNJ59154.1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CD258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C24EC2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F838A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45A9D9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"https://www.ncbi.nlm.nih.gov/nuccore/ON020044.1?from=28251&amp;to=29501"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28251..29501</w:t>
      </w:r>
    </w:p>
    <w:p w14:paraId="035DD2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168F31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"https://www.ncbi.nlm.nih.gov/nuccore/ON020044.1?from=28251&amp;to=29501"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28251..29501</w:t>
      </w:r>
    </w:p>
    <w:p w14:paraId="7243BA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6198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29D3D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1B1FB5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"https://www.ncbi.nlm.nih.gov/protein/2209479200"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UNJ59155.1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04E11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A3C4C6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64C00D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CC8B7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B265F6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A26DA4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90597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FC500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3A75EC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"https://www.ncbi.nlm.nih.gov/nuccore/ON020044.1?from=29526&amp;to=29642"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29526..29642</w:t>
      </w:r>
    </w:p>
    <w:p w14:paraId="56ECF0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D6659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"https://www.ncbi.nlm.nih.gov/nuccore/ON020044.1?from=29526&amp;to=29642"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29526..29642</w:t>
      </w:r>
    </w:p>
    <w:p w14:paraId="6E04F79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9A9D7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96C63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83E7DA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"https://www.ncbi.nlm.nih.gov/protein/2209479201"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UNJ59156.1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68261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68A552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"https://www.ncbi.nlm.nih.gov/nuccore/ON020044.1?from=29577&amp;to=29612"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29577..29612</w:t>
      </w:r>
    </w:p>
    <w:p w14:paraId="73F1FC0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5F9E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04F455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"https://www.ncbi.nlm.nih.gov/nuccore/ON020044.1?from=29597&amp;to=29625"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29597..29625</w:t>
      </w:r>
    </w:p>
    <w:p w14:paraId="5C2351E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0AC39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1FE77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"https://www.ncbi.nlm.nih.gov/nuccore/ON020044.1?from=29696&amp;to=29736" </w:instrTex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04CB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29696..29736</w:t>
      </w:r>
    </w:p>
    <w:p w14:paraId="1A3C8A0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F87FE6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F3831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20044.1"/>
      <w:bookmarkEnd w:id="4"/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69CEF0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42F346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09F6DEE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5ED1337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1AAFE18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686CB41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2D45B65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6670F53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167CB92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49D86D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0EE241C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190239A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056969C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380C73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50AC5F4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7FD08C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7E9A87D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095A6C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ttgtatttcc cttaaattcc ataatcaaga ctattcaacc aagggttgaa aagaaaaagc</w:t>
      </w:r>
    </w:p>
    <w:p w14:paraId="6D07B80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tgcgtcatca aatgaatgca</w:t>
      </w:r>
    </w:p>
    <w:p w14:paraId="5C2CEC6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42769E1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5B9C7ED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1DBA38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0C1C038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29C0605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543C74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2E4466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1127F4F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44ECF6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51B97FB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54665D6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761B5B1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1283680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563B0E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32B710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340894F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4848B8A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28E1ADF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74DBFD3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368E76C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tgtattaaat ccagagaaga aactggccta ctcatgcctc</w:t>
      </w:r>
    </w:p>
    <w:p w14:paraId="126EBE7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3D8E2B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1228D8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440FF7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338925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2F7172C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2E4D01C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5B490B3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1C3F85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4BEA031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6B863A1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176F53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24F3A7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327580D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60DD0A9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1AEBB26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5F26C1D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6CE78BC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09EA4B5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7C5991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actgtcttca tgttgtcggc ccaaatgtta acaaaggtga agacattcaa cttcttaaga</w:t>
      </w:r>
    </w:p>
    <w:p w14:paraId="132F416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16EDC45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3A9244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1854149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6CA7E3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7FDE6A4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12A03EE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2898CE7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0934D8A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4B689EC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07A08B9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3518026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7520645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76B5FE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3F0283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5E823DC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458871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1E7ED6A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02FD19A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42CE383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7C4E9AC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6E9583A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78E7E40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7324867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5B48331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7BDBDBE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3C91219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26C34A1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2CFE4E3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330A6E9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32425B7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36BAF9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3DF55E1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09270A5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39C4AD1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4930D3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71354D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24ECA21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251329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6B1A58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6CD22BF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55EDF25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gagagcttaa agttacattt ttccctgact taaatggtga tgtggtggct attgattata</w:t>
      </w:r>
    </w:p>
    <w:p w14:paraId="2477737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159641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405BA31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168C90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2983307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28E708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ggccacacag</w:t>
      </w:r>
    </w:p>
    <w:p w14:paraId="42330E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atctaatggc tgcttatgta gacaattcta gtcttactat taagaaacct aatgaattat</w:t>
      </w:r>
    </w:p>
    <w:p w14:paraId="3BC6135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ctagagtatt aggtttgaaa acccttgcta ctcatggttt agctgctgtt aatagtgtcc</w:t>
      </w:r>
    </w:p>
    <w:p w14:paraId="38E1591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382452D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648B3A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4C44C1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04CF425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1E30B66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4DD2937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2270145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40C9653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093BA7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5096854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398437E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206198D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5B308C7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708901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531130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557A6C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54A26F1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768C2BA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7A739A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3FF1A1B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33D64E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3FA1016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1EBF767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323016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79CEEA7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120529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6B16DB4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66E8598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7ABFD61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2C849A0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7615D3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3E63018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773F52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atgtcatgtc taaacatact gacttttcaa gtgaaatcat aggatacaag gctattgatg</w:t>
      </w:r>
    </w:p>
    <w:p w14:paraId="535EB84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73D0610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1C26E5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1B4D429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7E00D65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012B19D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6D8A8E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777FAB2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atgtgctcat ggatggctct attattcaat ttcctaacac ctaccttgaa ggttctgtta</w:t>
      </w:r>
    </w:p>
    <w:p w14:paraId="77D5D9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61FC3D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24C6815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6E5DA0B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18EB040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0B05D33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79849C9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6F77AB0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5CEA61C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26B6B8F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ctaaagagac gtgtagtctt taatggtgtt tcctttagta</w:t>
      </w:r>
    </w:p>
    <w:p w14:paraId="4AE368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11241F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31D06BB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23C20B0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662EBF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2A86990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aactacactc aacggtcttt</w:t>
      </w:r>
    </w:p>
    <w:p w14:paraId="08A993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6C9B25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170D09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6A21A6D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2809915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121A9D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220B275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20F06C4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gaaggtaatt tttatggacc ttttgttgac aggcaaacag</w:t>
      </w:r>
    </w:p>
    <w:p w14:paraId="427794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0099F2F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2D0B9D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31946D4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2630868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2EA4FF4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0AE24B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26729EB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1640C0B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4D2D2A7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catttctctg tttgtttttg ttaccttctc ttgccactgt agcttatttt aatatggtct</w:t>
      </w:r>
    </w:p>
    <w:p w14:paraId="58C214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28AB3D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ttaagctaaa agactgtgtt atgtatgcat cagctgtagt gttactaatc cttatgacag</w:t>
      </w:r>
    </w:p>
    <w:p w14:paraId="4C52A0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caagaactgt gtatgatgat ggtgctagga gagtgtggac acttatgaat gtcttgacac</w:t>
      </w:r>
    </w:p>
    <w:p w14:paraId="18DA80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tcgtttataa agtttattat ggtaatgctt tagatcaagc catttccatg tgggctctta</w:t>
      </w:r>
    </w:p>
    <w:p w14:paraId="117BEDD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taatctctgt tacttctaac tactcaggtg tagttacaac tgtcatgttt ttggccagag</w:t>
      </w:r>
    </w:p>
    <w:p w14:paraId="5A6135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gtgttgtttt tatgtgtgtt gagtattgcc ctattttctt cataactggt aatacacttc</w:t>
      </w:r>
    </w:p>
    <w:p w14:paraId="5E472B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agtgtataat gctagtttat tgtttcttag gctatttttg tacttgttac tttggcctct</w:t>
      </w:r>
    </w:p>
    <w:p w14:paraId="6B69683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tttgtttact caaccgctac tttagactga ctcttggtgt ttatgattac ttagtttcta</w:t>
      </w:r>
    </w:p>
    <w:p w14:paraId="45CEE3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cacaggagtt tagatatatg aattcacagg gactactccc acccaagaat agcatagatg</w:t>
      </w:r>
    </w:p>
    <w:p w14:paraId="2CED812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ccttcaaact caacattaaa ttgttgggtg ttggtggcaa accttgtatc aaagtagcca</w:t>
      </w:r>
    </w:p>
    <w:p w14:paraId="2E7F6B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ctgtacagtc taaaatgtca gatgtaaagt gcacatcagt agtcttactc tcagttttgc</w:t>
      </w:r>
    </w:p>
    <w:p w14:paraId="6944A8D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aacaactcag agtagaatca tcatctaaat tgtgggctca atgtgtccag ttacacaatg</w:t>
      </w:r>
    </w:p>
    <w:p w14:paraId="0A0F071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acattctctt agctaaagat actactgaag cctttgaaaa aatggtttca ctactttctg</w:t>
      </w:r>
    </w:p>
    <w:p w14:paraId="7D8FF14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ttttgctttc catgcagggt gctgtagaca taaacaagct ttgtgaagaa atgctggaca</w:t>
      </w:r>
    </w:p>
    <w:p w14:paraId="1627BD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acagggcaac cttacaagct atagcctcag agtttagttc ccttccatca tatgcagctt</w:t>
      </w:r>
    </w:p>
    <w:p w14:paraId="0DAA5F3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ttgctactgc tcaagaagct tatgagcagg ctgttgctaa tggtgattct gaagttgttc</w:t>
      </w:r>
    </w:p>
    <w:p w14:paraId="5C1445E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ttaaaaagtt gaagaagtct ttgaatgtgg ctaaatctga atttgaccgt gatgcagcca</w:t>
      </w:r>
    </w:p>
    <w:p w14:paraId="10C9B4B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tgcaacgtaa gttggaaaag atggctgatc aagctatgac ccaaatgtat aaacaggcta</w:t>
      </w:r>
    </w:p>
    <w:p w14:paraId="25267A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gatctgagga caagagggca aaagttacta gtgctatgca gacaatgctt ttcactatgc</w:t>
      </w:r>
    </w:p>
    <w:p w14:paraId="5028909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ttagaaagtt ggataatgat gcactcaaca acattatcaa caatgcaaga gatggttgtg</w:t>
      </w:r>
    </w:p>
    <w:p w14:paraId="3F40D9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ttcccttgaa cataatacct cttacaacag cagccaaact aatggttgtc ataccagact</w:t>
      </w:r>
    </w:p>
    <w:p w14:paraId="35E72CD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ataacacata taaaaatacg tgtgatggta caacatttac ttatgcatca gcattgtggg</w:t>
      </w:r>
    </w:p>
    <w:p w14:paraId="00AF67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aaatccaaca ggttgtagat gcagatagta aaattgttca acttagtgaa attagtatgg</w:t>
      </w:r>
    </w:p>
    <w:p w14:paraId="641DCE1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acaattcacc taatttagca tggcctctta ttgtaacagc tttaagggcc aattctgctg</w:t>
      </w:r>
    </w:p>
    <w:p w14:paraId="6677A6F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tcaaattaca gaataatgag cttagtcctg ttgcactacg acagatgtct tgtgctgccg</w:t>
      </w:r>
    </w:p>
    <w:p w14:paraId="174C2A0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gtactacaca aactgcttgc actgatgaca atgcgttagc ttactacaac acaacaaagg</w:t>
      </w:r>
    </w:p>
    <w:p w14:paraId="5FF5AE3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gaggtaggtt tgtacttgca ctgttatccg atttacagga tttgaaatgg gctagattcc</w:t>
      </w:r>
    </w:p>
    <w:p w14:paraId="6F28E24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ctaagagtga tggaactggt actatctata cagaactgga accaccttgt aggtttgtta</w:t>
      </w:r>
    </w:p>
    <w:p w14:paraId="0E7E5C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cagacacacc taaaggtcct aaagtgaagt atttatactt tattaaagga ttaaacaacc</w:t>
      </w:r>
    </w:p>
    <w:p w14:paraId="20B11FB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taaatagagg tatggtactt ggtagtttag ctgccacagt acgtctacaa gctggtaatg</w:t>
      </w:r>
    </w:p>
    <w:p w14:paraId="461B1D9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caacagaagt gcctgccaat tcaactgtat tatctttctg tgcttttgct gtagatgctg</w:t>
      </w:r>
    </w:p>
    <w:p w14:paraId="194B80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ctaaagctta caaagattat ctagctagtg ggggacaacc aatcactaat tgtgttaaga</w:t>
      </w:r>
    </w:p>
    <w:p w14:paraId="008E7DE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tgttgtgtac acacactggt actggtcagg caataacagt cacaccggaa gccaatatgg</w:t>
      </w:r>
    </w:p>
    <w:p w14:paraId="757FFB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atcaagaatc ctttggtggt gcatcgtgtt gtctgtactg ccgttgccac atagatcatc</w:t>
      </w:r>
    </w:p>
    <w:p w14:paraId="49DF4F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caaatcctaa aggattttgt gacttaaaag gtaagtatgt acaaatacct acaacttgtg</w:t>
      </w:r>
    </w:p>
    <w:p w14:paraId="1708914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ctaatgaccc tgtgggtttt acacttaaaa acacagtctg taccgtctgc ggtatgtgga</w:t>
      </w:r>
    </w:p>
    <w:p w14:paraId="3EBB2F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aaggttatgg ctgtagttgt gatcaactcc gcgaacccat gcttcagtca gctgatgcac</w:t>
      </w:r>
    </w:p>
    <w:p w14:paraId="2E07391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aatcgttttt aaacgggttt gcggtgtaag tgcagcccgt cttacaccgt gcggcacagg</w:t>
      </w:r>
    </w:p>
    <w:p w14:paraId="6627021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cactagtact gatgtcgtat acagggcttt tgacatctac aatgataaag tagctggttt</w:t>
      </w:r>
    </w:p>
    <w:p w14:paraId="018951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tgctaaattc ctaaaaacta attgttgtcg cttccaagaa aaggacgaag atgacaattt</w:t>
      </w:r>
    </w:p>
    <w:p w14:paraId="0C03C2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aattgattct tactttgtag ttaagagaca cactttctct aactaccaac atgaagaaac</w:t>
      </w:r>
    </w:p>
    <w:p w14:paraId="073E98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aatttataat ttacttaagg attgtccagc tgttgctaaa catgacttct ttaagtttag</w:t>
      </w:r>
    </w:p>
    <w:p w14:paraId="077B364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aatagacggt gacatggtac cacatatatc acgtcaacgt cttactaaat acacaatggc</w:t>
      </w:r>
    </w:p>
    <w:p w14:paraId="1CDF32A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agacctcgtc tatgctttaa ggcattttga tgaaggtaat tgtgacacat taaaagaaat</w:t>
      </w:r>
    </w:p>
    <w:p w14:paraId="39A615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acttgtcaca tacaattgtt gtgatgatga ttatttcaat aaaaaggact ggtatgattt</w:t>
      </w:r>
    </w:p>
    <w:p w14:paraId="33A604F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tgtagaaaac ccagatatat tacgcgtata cgccaactta ggtgaacgtg tacgccaagc</w:t>
      </w:r>
    </w:p>
    <w:p w14:paraId="0318E0C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tttgttaaaa acagtacaat tctgtgatgc catgcgaaat gctggtattg ttggtgtact</w:t>
      </w:r>
    </w:p>
    <w:p w14:paraId="6C75025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gacattagat aatcaagatc tcaatggtaa ctggtatgat ttcggtgatt tcatacaaac</w:t>
      </w:r>
    </w:p>
    <w:p w14:paraId="5FE7DD0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cacgccaggt agtggagttc ctgttgtaga ttcttattat tcattgttaa tgcctatatt</w:t>
      </w:r>
    </w:p>
    <w:p w14:paraId="5D18795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aaccttgact agggctttaa ctgcagagtc acatgttgac actgacttaa caaagcctta</w:t>
      </w:r>
    </w:p>
    <w:p w14:paraId="0EF4DAB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cattaagtgg gatttgttaa aatatgactt cacggaagag aggttaaaac tctttgaccg</w:t>
      </w:r>
    </w:p>
    <w:p w14:paraId="6277C14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ttattttaaa tattgggatc agacatacca cccaaattgt gttaactgtt tggatgacag</w:t>
      </w:r>
    </w:p>
    <w:p w14:paraId="273F758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atgcattctg cattgtgcaa actttaatgt tttattctct acagtgttcc cacttacaag</w:t>
      </w:r>
    </w:p>
    <w:p w14:paraId="488B70C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ttttggacca ctagtgagaa aaatatttgt tgatggtgtt ccatttgtag tttcaactgg</w:t>
      </w:r>
    </w:p>
    <w:p w14:paraId="2871CA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ataccacttc agagagctag gtgttgtaca taatcaggat gtaaacttac atagctctag</w:t>
      </w:r>
    </w:p>
    <w:p w14:paraId="3079F10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acttagtttt aaggaattac ttgtgtatgc tgctgaccct gctatgcacg ctgcttctgg</w:t>
      </w:r>
    </w:p>
    <w:p w14:paraId="51211FC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taatctatta ctagataaac gcactacgtg cttttcagta gctgcactta ctaacaatgt</w:t>
      </w:r>
    </w:p>
    <w:p w14:paraId="7ECD7EB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tgcttttcaa actgtcaaac ccggtaattt taacaaagac ttctatgact ttgctgtgtc</w:t>
      </w:r>
    </w:p>
    <w:p w14:paraId="2C8245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taagggtttc tttaaggaag gaagttctgt tgaattaaaa cacttcttct ttgctcagga</w:t>
      </w:r>
    </w:p>
    <w:p w14:paraId="1CA6EF3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tggtaatgct gctatcagcg attatgacta ctatcgttat aatctaccaa caatgtgtga</w:t>
      </w:r>
    </w:p>
    <w:p w14:paraId="4B347B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tatcagacaa ctactatttg tagttgaagt tgttgataag tactttgatt gttacgatgg</w:t>
      </w:r>
    </w:p>
    <w:p w14:paraId="3772F23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tggctgtatt aatgctaacc aagtcatcgt caacaaccta gacaaatcag ctggttttcc</w:t>
      </w:r>
    </w:p>
    <w:p w14:paraId="4FC3B0A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atttaataaa tggggtaagg ctagacttta ttatgattca atgagttatg aggatcaaga</w:t>
      </w:r>
    </w:p>
    <w:p w14:paraId="215BD93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tgcacttttc gcatatacaa aacgtaatgt catccctact ataactcaaa tgaatcttaa</w:t>
      </w:r>
    </w:p>
    <w:p w14:paraId="5BAA07A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gtatgccatt agtgcaaaga atagagctcg caccgtagct ggtgtctcta tctgtagtac</w:t>
      </w:r>
    </w:p>
    <w:p w14:paraId="24F53DC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tatgaccaat agacagtttc atcaaaaatt attgaaatca atagccgcca ctagaggagc</w:t>
      </w:r>
    </w:p>
    <w:p w14:paraId="6F4F01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tactgtagta attggaacaa gcaaattcta tggtggttgg cacaatatgt taaaaactgt</w:t>
      </w:r>
    </w:p>
    <w:p w14:paraId="44E699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ttatagtgat gtagaaaacc ctcaccttat gggttgggat tatcctaaat gtgatagagc</w:t>
      </w:r>
    </w:p>
    <w:p w14:paraId="5D8DFE2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catgcctaac atgcttagaa ttatggcctc acttgttctt gctcgcaaac atacaacgtg</w:t>
      </w:r>
    </w:p>
    <w:p w14:paraId="2B5CE71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ttgtagcttg tcacaccgtt tctatagatt agctaatgag tgtgctcaag tattgagtga</w:t>
      </w:r>
    </w:p>
    <w:p w14:paraId="261AB9B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aatggtcatg tgtggcggtt cactatatgt taaaccaggt ggaacctcat caggagatgc</w:t>
      </w:r>
    </w:p>
    <w:p w14:paraId="6A53A9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cacaactgct tatgctaata gtgtttttaa catttgtcaa gctgtcacgg ccaatgttaa</w:t>
      </w:r>
    </w:p>
    <w:p w14:paraId="269C5AA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tgcactttta tctactgatg gtaacaaaat tgccgataag tatgtccgca atttacaaca</w:t>
      </w:r>
    </w:p>
    <w:p w14:paraId="574F20C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cagactttat gagtgtctct atagaaatag agatgttgac acagactttg tgaatgagtt</w:t>
      </w:r>
    </w:p>
    <w:p w14:paraId="11AA01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ttacgcatat ttgcgtaaac atttctcaat gatgatactc tctgacgatg ctgttgtgtg</w:t>
      </w:r>
    </w:p>
    <w:p w14:paraId="42010D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tttcaatagc acttatgcat ctcaaggtct agtggctagc ataaagaact ttaagtcagt</w:t>
      </w:r>
    </w:p>
    <w:p w14:paraId="3D68993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tctttattat caaaacaatg tttttatgtc tgaagcaaaa tgttggactg agactgacct</w:t>
      </w:r>
    </w:p>
    <w:p w14:paraId="70C9D28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tactaaagga cctcatgaat tttgctctca acatacaatg ctagttaaac agggtgatga</w:t>
      </w:r>
    </w:p>
    <w:p w14:paraId="099F5EB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ttatgtgtac cttccttacc cagatccatc aagaatccta ggggccggct gttttgtaga</w:t>
      </w:r>
    </w:p>
    <w:p w14:paraId="42005C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tgatatcgta aaaacagatg gtacacttat gattgaacgg ttcgtgtctt tagctataga</w:t>
      </w:r>
    </w:p>
    <w:p w14:paraId="22E2ECE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tgcttaccca cttactaaac atcctaatca ggagtatgct gatgtctttc atttgtactt</w:t>
      </w:r>
    </w:p>
    <w:p w14:paraId="76A7A4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acaatacata agaaagctac atgatgagtt aacaggacac atgttagaca tgtattctgt</w:t>
      </w:r>
    </w:p>
    <w:p w14:paraId="1851292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tatgcttact aatgataaca cttcaaggta ttgggaacct gagttttatg aggctatgta</w:t>
      </w:r>
    </w:p>
    <w:p w14:paraId="7CA4DE5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cacaccgcat acagtcttac aggctgttgg ggcttgtgtt ctttgcaatt cacagacttc</w:t>
      </w:r>
    </w:p>
    <w:p w14:paraId="5BF27E4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attaagatgt ggtgcttgca tacgtagacc attcttatgt tgtaaatgct gttacgacca</w:t>
      </w:r>
    </w:p>
    <w:p w14:paraId="00E35F8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tgtcatatca acatcacata aattagtctt gtctgttaat ccgtatgttt gcaatgctcc</w:t>
      </w:r>
    </w:p>
    <w:p w14:paraId="2DD3BF6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aggttgtgat gtcacagatg tgactcaact ttacttagga ggtatgagct attattgtaa</w:t>
      </w:r>
    </w:p>
    <w:p w14:paraId="2F63206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atcacataaa ccacccatta gttttccatt gtgtgctaat ggacaagttt ttggtttata</w:t>
      </w:r>
    </w:p>
    <w:p w14:paraId="08DEB4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taaaaataca tgtgttggta gcgataatgt tactgacttt aatgcaattg caacatgtga</w:t>
      </w:r>
    </w:p>
    <w:p w14:paraId="62C6E55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ctggacaaat gctggtgatt acattttagc taacacctgt actgaaagac tcaagctttt</w:t>
      </w:r>
    </w:p>
    <w:p w14:paraId="035A416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tgcagcagaa acgctcaaag ctactgagga gacatttaaa ctgtcttatg gtattgctac</w:t>
      </w:r>
    </w:p>
    <w:p w14:paraId="388B939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tgtacgtgaa gtgctgtctg acagagaatt acatctttca tgggaagttg gtaaacctag</w:t>
      </w:r>
    </w:p>
    <w:p w14:paraId="5DAAB24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accaccactt aaccgaaatt atgtctttac tggttatcgt gtaactaaaa acagtaaagt</w:t>
      </w:r>
    </w:p>
    <w:p w14:paraId="7886D34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acaaatagga gagtacacct ttgaaaaagg tgactatggt gatgctgttg tttaccgagg</w:t>
      </w:r>
    </w:p>
    <w:p w14:paraId="6764BB3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tacaacaact tacaaattaa atgttggtga ttattttgtg ctgacatcac atacagtaat</w:t>
      </w:r>
    </w:p>
    <w:p w14:paraId="1E6FE8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gccattaagt gcacctacac tagtgccaca agagcactat gttagaatta ctggcttata</w:t>
      </w:r>
    </w:p>
    <w:p w14:paraId="463D322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cccaacactc aatatctcag atgagttttc tagcaatgtt gcaaattatc aaaaggttgg</w:t>
      </w:r>
    </w:p>
    <w:p w14:paraId="34BAA43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tatgcaaaag tattctacac tccagggacc acctggtact ggtaagagtc attttgctat</w:t>
      </w:r>
    </w:p>
    <w:p w14:paraId="773AB0D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tggcctagct ctctactacc cttctgctcg catagtgtat acagcttgct ctcatgccgc</w:t>
      </w:r>
    </w:p>
    <w:p w14:paraId="219F004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tgttgatgct ctatgtgaga aggcattaaa atatttgcct atagataaat gtagtagaat</w:t>
      </w:r>
    </w:p>
    <w:p w14:paraId="6BDB35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tatacctgca cgtgctcgtg tagagtgttt tgataaattc aaagtgaatt caacattaga</w:t>
      </w:r>
    </w:p>
    <w:p w14:paraId="53A0842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acagtatgtc ttttgtactg taaatgcatt gcctgagacg acagcagata tagttgtctt</w:t>
      </w:r>
    </w:p>
    <w:p w14:paraId="4FFADAC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tgatgaaatt tcaatggcca caaattatga tttgagtgtt gtcaatgcca gattacgtgc</w:t>
      </w:r>
    </w:p>
    <w:p w14:paraId="65A711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taagcactat gtgtacattg gcgaccctgc tcaattacct gcaccacgca cattgctaac</w:t>
      </w:r>
    </w:p>
    <w:p w14:paraId="5551917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taagggcaca ctagaaccag aatatttcaa ttcagtgtgt agacttatga aaactatagg</w:t>
      </w:r>
    </w:p>
    <w:p w14:paraId="3546986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tccagacatg ttcctcggaa cttgtcggcg ttgtcctgct gaaattgttg acactgtgag</w:t>
      </w:r>
    </w:p>
    <w:p w14:paraId="7050E81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tgctttggtt tatgataata agcttaaagc acataaagac aaatcagctc aatgctttaa</w:t>
      </w:r>
    </w:p>
    <w:p w14:paraId="6AE51A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aatgttttat aagggtgtta tcacgcatga tgtttcatct gcaattaaca ggccacaaat</w:t>
      </w:r>
    </w:p>
    <w:p w14:paraId="72494B5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aggcgtggta agagaattcc ttacacgtaa ccctgcttgg agaaaagctg tctttatttc</w:t>
      </w:r>
    </w:p>
    <w:p w14:paraId="00DBB3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accttataat tcacagaatg ctgtagcctc aaagattttg ggactaccaa ctcaaactgt</w:t>
      </w:r>
    </w:p>
    <w:p w14:paraId="0778811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tgattcatca cagggctcag aatatgacta tgtcatattc actcaaacca ctgaaacagc</w:t>
      </w:r>
    </w:p>
    <w:p w14:paraId="34FCCC8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tcactcttgt aatgtaaaca gatttaatgt tgctattacc agagcaaaag taggcatact</w:t>
      </w:r>
    </w:p>
    <w:p w14:paraId="613E805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ttgcataatg tctgatagag acctttatga caagttgcaa tttacaagtc ttgaaattcc</w:t>
      </w:r>
    </w:p>
    <w:p w14:paraId="35CD60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acgtaggaat gtggcaactt tacaagctga aaatgtaaca ggactcttta aagattgtag</w:t>
      </w:r>
    </w:p>
    <w:p w14:paraId="22FD0CF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taaggtaatc actgggttac atcctacaca ggcacctaca cacctcagtg ttgacactaa</w:t>
      </w:r>
    </w:p>
    <w:p w14:paraId="60E60A4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attcaaaact gaaggtttat gtgttgacgt acctggcata cctaaggaca tgacctatag</w:t>
      </w:r>
    </w:p>
    <w:p w14:paraId="7424733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aagactcatc tctatgatgg gttttaaaat gaattatcaa gttaatggtt accctaacat</w:t>
      </w:r>
    </w:p>
    <w:p w14:paraId="3565251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gtttatcacc cgcgaagaag ctataagaca tgtacgtgca tggattggct tcgatgtcga</w:t>
      </w:r>
    </w:p>
    <w:p w14:paraId="044D36B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ggggtgtcat gctactagag aagctgttgg taccaattta cctttacagc taggtttttc</w:t>
      </w:r>
    </w:p>
    <w:p w14:paraId="213967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tacaggtgtt aacctagttg ctgtacctac aggttatgtt gatacaccta ataatacaga</w:t>
      </w:r>
    </w:p>
    <w:p w14:paraId="3233EDC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tttttccaga gttagtgcta aaccaccgcc tggagatcaa tttaaacacc tcataccact</w:t>
      </w:r>
    </w:p>
    <w:p w14:paraId="0D36267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tatgtacaaa ggacttcctt ggaatgtagt gcgtataaag attgtacaaa tgttaagtga</w:t>
      </w:r>
    </w:p>
    <w:p w14:paraId="716E730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cacacttaaa aatctctctg acagagtcgt atttgtctta tgggcacatg gctttgagtt</w:t>
      </w:r>
    </w:p>
    <w:p w14:paraId="353FBE8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gacatctatg aagtattttg tgaaaatagg acctgagcgc acctgttgtc tatgtgatag</w:t>
      </w:r>
    </w:p>
    <w:p w14:paraId="697D9C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acgtgccaca tgcttttcca ctgcttcaga cacttatgcc tgttggcatc attctattgg</w:t>
      </w:r>
    </w:p>
    <w:p w14:paraId="12EFC1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atttgattac gtctataatc cgtttatgat tgatgttcaa caatggggtt ttacaggtaa</w:t>
      </w:r>
    </w:p>
    <w:p w14:paraId="12E9ECF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cctacaaagc aaccatgatc tgtattgtca agtccatggt aatgcacatg tagctagttg</w:t>
      </w:r>
    </w:p>
    <w:p w14:paraId="3333F13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tgatgcaatc atgactaggt gtctagctgt ccacgagtgc tttgttaagc gtgttgactg</w:t>
      </w:r>
    </w:p>
    <w:p w14:paraId="6AB94A4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gactattgaa tatcctataa ttggtgatga actgaagatt aatgcggctt gtagaaaggt</w:t>
      </w:r>
    </w:p>
    <w:p w14:paraId="61647A2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tcaacacatg gttgttaaag ctgcattatt agcagacaaa ttcccagttc ttcacgacat</w:t>
      </w:r>
    </w:p>
    <w:p w14:paraId="66B053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tggtaaccct aaagctatta agtgtgtacc tcaagctgat gtagaatgga agttctatga</w:t>
      </w:r>
    </w:p>
    <w:p w14:paraId="158D0EC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tgcacagcct tgtagtgaca aagcttataa aatagaagaa ttattctatt cttatgccac</w:t>
      </w:r>
    </w:p>
    <w:p w14:paraId="5F7C16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acattctgac aaattcacag atggtgtatg cctattttgg aattgcaatg tcgatagata</w:t>
      </w:r>
    </w:p>
    <w:p w14:paraId="36740C7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tcctgctaat tccattgttt gtagatttga cactagagtg ctatctaacc ttaacttgcc</w:t>
      </w:r>
    </w:p>
    <w:p w14:paraId="1D0E062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tggttgtgat ggtggcagtt tgtatgtaaa taaacatgca ttccacacac cagcttttga</w:t>
      </w:r>
    </w:p>
    <w:p w14:paraId="3E0F85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taaaagtgct tttgttaatt taaaacaatt accatttttc tattactctg acagtccatg</w:t>
      </w:r>
    </w:p>
    <w:p w14:paraId="748240B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tgagtctcat ggaaaacaag tagtgtcaga tatagattat gtaccactaa agtctgctac</w:t>
      </w:r>
    </w:p>
    <w:p w14:paraId="43F9A0E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gtgtataaca cgttgcaatt taggtggtgc tgtctgtaga catcatgcta atgagtacag</w:t>
      </w:r>
    </w:p>
    <w:p w14:paraId="5A9F3B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attgtatctc gatgcttata acatgatgat ctcagctggc tttagcttgt gggtttacaa</w:t>
      </w:r>
    </w:p>
    <w:p w14:paraId="29C2242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acaatttgat acttataacc tctggaacac ttttacaaga cttcagagtt tagaaaatgt</w:t>
      </w:r>
    </w:p>
    <w:p w14:paraId="17F2F6F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ggcttttaat gttgtaaata agggacactt tgatggacaa cagggtgaag taccagtttc</w:t>
      </w:r>
    </w:p>
    <w:p w14:paraId="5EF93E0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tatcattaat aacactgttt acacaaaagt tgatggtgtt gatgtagaat tgtttgaaaa</w:t>
      </w:r>
    </w:p>
    <w:p w14:paraId="1ACDFD7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taaaacaaca ttacctgtta atgtagcatt tgagctttgg gctaagcgca acattaaacc</w:t>
      </w:r>
    </w:p>
    <w:p w14:paraId="6B80C2E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agtaccagag gtgaaaatac tcaataattt gggtgtggac attgctgcta atactgtgat</w:t>
      </w:r>
    </w:p>
    <w:p w14:paraId="45C1CC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ctgggactac aaaagagatg ctccagcaca tatatctact attggtgttt gttctatgac</w:t>
      </w:r>
    </w:p>
    <w:p w14:paraId="36C172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tgacatagcc aagaaaccaa ctgaaacgat ttgtgcacca ctcactgtct tttttgatgg</w:t>
      </w:r>
    </w:p>
    <w:p w14:paraId="3644D2F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tagagttgat ggtcaagtag acttatttag aaatgcccgt aatggtgttc ttattacaga</w:t>
      </w:r>
    </w:p>
    <w:p w14:paraId="095DA87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aggtagtgtt aaaggtttac aaccatctgt aggtcccaaa caagctagtc ttaatggagt</w:t>
      </w:r>
    </w:p>
    <w:p w14:paraId="6915B90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cacattaatt ggagaagccg taaaaacaca gttcaattat tataagaaag ttgatggtgt</w:t>
      </w:r>
    </w:p>
    <w:p w14:paraId="0168E1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tgtccaacaa ttacctgaaa cttactttac tcagagtaga aatttacaag aatttaaacc</w:t>
      </w:r>
    </w:p>
    <w:p w14:paraId="2FB0B9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caggagtcaa atggaaattg atttcttaga attagctatg gatgaattca ttgaacggta</w:t>
      </w:r>
    </w:p>
    <w:p w14:paraId="29CB891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taaattagaa ggctatgcct tcgaacatat cgtttatgga gattttagtc atagtcagtt</w:t>
      </w:r>
    </w:p>
    <w:p w14:paraId="005699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aggtggttta catctactga ttggactagc taaacgtttt aaggaatcac cttttgaatt</w:t>
      </w:r>
    </w:p>
    <w:p w14:paraId="1545BBB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agaagatttt attcctatgg acagtacagt taaaaactat ttcataacag atgcgcaaac</w:t>
      </w:r>
    </w:p>
    <w:p w14:paraId="2F3E5B0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aggttcatct aagtgtgtgt gttctgttat tgatttatta cttgatgatt ttgttgaaat</w:t>
      </w:r>
    </w:p>
    <w:p w14:paraId="063693A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aataaaatcc caagatttat ctgtagtttc taaggttgtc aaagtgacta ttgactatac</w:t>
      </w:r>
    </w:p>
    <w:p w14:paraId="76CA02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agaaatttca tttatgcttt ggtgtaaaga tggccatgta gaaacatttt acccaaaatt</w:t>
      </w:r>
    </w:p>
    <w:p w14:paraId="3EE1A8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acaatctagt caagcgtggc aaccgggtgt tgctatgcct aatctttaca aaatgcaaag</w:t>
      </w:r>
    </w:p>
    <w:p w14:paraId="71F7378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aatgctatta gaaaagtgtg accttcaaaa ttatggtgat agtgcaacat tacctaaagg</w:t>
      </w:r>
    </w:p>
    <w:p w14:paraId="341B32D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cataatgatg aatgtcgcaa aatatactca actgtgtcaa tatttaaaca cattaacatt</w:t>
      </w:r>
    </w:p>
    <w:p w14:paraId="1279CCC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agctgtaccc tataatatga gagttataca ttttggtgct ggttctgata aaggagttgc</w:t>
      </w:r>
    </w:p>
    <w:p w14:paraId="65B0C4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accaggtaca gctgttttaa gacagtggtt gcctacgggt acgctgcttg tcgattcaga</w:t>
      </w:r>
    </w:p>
    <w:p w14:paraId="496F722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tcttaatgac tttgtctctg atgcagattc aactttgatt ggtgattgtg caactgtaca</w:t>
      </w:r>
    </w:p>
    <w:p w14:paraId="537A8A6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tacagctaat aaatgggatc tcattattag tgatatgtac gaccctaaga ctaaaaatgt</w:t>
      </w:r>
    </w:p>
    <w:p w14:paraId="1F1D25A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tacaaaagaa aatgactcta aagagggttt tttcacttac atttgtgggt ttatacaaca</w:t>
      </w:r>
    </w:p>
    <w:p w14:paraId="3C3B52E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aaagctagct cttggaggtt ccgtggctat aaagataaca gaacattctt ggaatgctga</w:t>
      </w:r>
    </w:p>
    <w:p w14:paraId="4AE79DA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tctttataag ctcatgggac acttcgcatg gtggacagcc tttgttacta atgtgaatgc</w:t>
      </w:r>
    </w:p>
    <w:p w14:paraId="32985C6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gtcatcatct gaagcatttt taattggatg taattatctt ggcaaaccac gcgaacaaat</w:t>
      </w:r>
    </w:p>
    <w:p w14:paraId="1A1C8BA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agatggttat gtcatgcatg caaattacat attttggagg aatacaaatc caattcagtt</w:t>
      </w:r>
    </w:p>
    <w:p w14:paraId="5425F8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gtcttcctat tctttatttg acatgagtaa atttcccctt aaattaaggg gtactgctgt</w:t>
      </w:r>
    </w:p>
    <w:p w14:paraId="4FB4A1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tatgtcttta aaagaaggtc aaatcaatga tatgatttta tctcttctta gtaaaggtag</w:t>
      </w:r>
    </w:p>
    <w:p w14:paraId="5FB6F08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acttataatt agagaaaaca acagagttgt tatttctagt gatgttcttg ttaacaacta</w:t>
      </w:r>
    </w:p>
    <w:p w14:paraId="083541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aacgaacaat gtttgttttt cttgttttat tgccactagt ctctagtcag tgtgttaatc</w:t>
      </w:r>
    </w:p>
    <w:p w14:paraId="7E2F22B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ttacaaccag aactcaatta ccccctgcat acactaattc tttcacacgt ggtgtttatt</w:t>
      </w:r>
    </w:p>
    <w:p w14:paraId="7153F62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accctgacaa agttttcaga tcctcagttt tacattcaac tcaggacttg ttcttacctt</w:t>
      </w:r>
    </w:p>
    <w:p w14:paraId="3D18675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tcttttccaa tgttacttgg ttccatgtta tctctgggac caatggtact aagaggtttg</w:t>
      </w:r>
    </w:p>
    <w:p w14:paraId="6C40DDE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ataaccctgt cctaccattt aatgatggtg tttattttgc ttccattgag aagtctaaca</w:t>
      </w:r>
    </w:p>
    <w:p w14:paraId="0F8DBF5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taataagagg ctggattttt ggtactactt tagattcgaa gacccagtcc ctacttattg</w:t>
      </w:r>
    </w:p>
    <w:p w14:paraId="4BF2069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ttaataacgc tactaatgtt gttattaaag tctgtgaatt tcaattttgt aatgatccat</w:t>
      </w:r>
    </w:p>
    <w:p w14:paraId="1EF443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ttttggacca caaaaacaac aaaagttgga tggaaagtga gttcagagtt tattctagtg</w:t>
      </w:r>
    </w:p>
    <w:p w14:paraId="1BC59B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cgaataattg cacttttgaa tatgtctctc agccttttct tatggacctt gaaggaaaac</w:t>
      </w:r>
    </w:p>
    <w:p w14:paraId="06ECBF1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agggtaattt caaaaatctt agggaatttg tgtttaagaa tattgatggt tattttaaaa</w:t>
      </w:r>
    </w:p>
    <w:p w14:paraId="436AE9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tatattctaa gcacacgcct attatagtgc gtgagccaga agatctccct cagggttttt</w:t>
      </w:r>
    </w:p>
    <w:p w14:paraId="7788384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cggctttaga accattggta gatttgccaa taggtattaa catcactagg tttcaaactt</w:t>
      </w:r>
    </w:p>
    <w:p w14:paraId="3FE305C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tacttgcttt acatagaagt tatttgactc ctggtgattc ttcttcaggt tggacagctg</w:t>
      </w:r>
    </w:p>
    <w:p w14:paraId="0361A0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gtgctgcagc ttattatgtg ggttatcttc aacctaggac ttttctatta aaatataatg</w:t>
      </w:r>
    </w:p>
    <w:p w14:paraId="535156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aaaatggaac cattacagat gctgtagact gtgcacttga ccctctctca gaaacaaagt</w:t>
      </w:r>
    </w:p>
    <w:p w14:paraId="72664F2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gtacgttgaa atccttcact gtagaaaaag gaatctatca aacttctaac tttagagtcc</w:t>
      </w:r>
    </w:p>
    <w:p w14:paraId="59F87C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aaccaacaga atctattgtt agatttccta atattacaaa cttgtgccct tttgatgaag</w:t>
      </w:r>
    </w:p>
    <w:p w14:paraId="2CCF8D0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tttttaacgc caccagattt gcatctgttt atgcttggaa caggaagaga atcagcaact</w:t>
      </w:r>
    </w:p>
    <w:p w14:paraId="31625B4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gtgttgctga ttattctgtc ctatataatc tcgcaccatt tttcactttt aagtgttatg</w:t>
      </w:r>
    </w:p>
    <w:p w14:paraId="25537C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gagtgtctcc tactaaatta aatgatctct gctttactaa tgtctatgca gattcatttg</w:t>
      </w:r>
    </w:p>
    <w:p w14:paraId="0EED097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taattagagg tgatgaagtc agacaaatcg ctccagggca aactggaaat attgctgatt</w:t>
      </w:r>
    </w:p>
    <w:p w14:paraId="3690BA8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ataattataa attaccagat gattttacag gctgcgttat agcttggaat tctaacaagc</w:t>
      </w:r>
    </w:p>
    <w:p w14:paraId="69508B8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ttgattctaa ggttagtggt aattataatt acctgtatag attgtttagg aagtctaatc</w:t>
      </w:r>
    </w:p>
    <w:p w14:paraId="5205CCF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tcaaaccttt tgagagagat atttcaactg aaatctatca ggccggtaac aaaccttgta</w:t>
      </w:r>
    </w:p>
    <w:p w14:paraId="439574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atggtgttgc aggttttaat tgttactttc ctttacaatc atatagtttc cgacccactt</w:t>
      </w:r>
    </w:p>
    <w:p w14:paraId="5798B40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atggtgttgg tcaccaacca tacagagtag tagtactttc ttttgaactt ctacatgcac</w:t>
      </w:r>
    </w:p>
    <w:p w14:paraId="183E698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cagcaactgt ttgtggacct aaaaagtcta ctaatttggt taaaaacaaa tgtgtcaatt</w:t>
      </w:r>
    </w:p>
    <w:p w14:paraId="2D63076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tcaacttcaa tggtttaaaa ggcacaggtg ttcttactga gtctaacaaa aagtttctgc</w:t>
      </w:r>
    </w:p>
    <w:p w14:paraId="4B1EFBF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ctttccaaca atttggcaga gacattgctg acactactga tgctgtccgt gatccacaga</w:t>
      </w:r>
    </w:p>
    <w:p w14:paraId="7EB40F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cacttgagat tcttgacatt acaccatgtt cttttggtgg tgtcagtgtt ataacaccag</w:t>
      </w:r>
    </w:p>
    <w:p w14:paraId="5CB0C45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gaacaaatac ttctaaccag gttgctgttc tttatcaggg tgttaactgc acagaagtcc</w:t>
      </w:r>
    </w:p>
    <w:p w14:paraId="046977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ctgttgctat tcatgcagat caacttactc ctacttggcg tgtttattct acaggttcta</w:t>
      </w:r>
    </w:p>
    <w:p w14:paraId="5D201C0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atgtttttca aacacgtgca ggctgtttaa taggggctga atatgtcaac aactcatatg</w:t>
      </w:r>
    </w:p>
    <w:p w14:paraId="33E03AF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agtgtgacat acccattggt gcaggtatat gcgctagtta tcagactcag actaagtctc</w:t>
      </w:r>
    </w:p>
    <w:p w14:paraId="3C44052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atcggcgggc acgtagtgta gctagtcaat ccatcattgc ctacactatg tcacttggtg</w:t>
      </w:r>
    </w:p>
    <w:p w14:paraId="1887869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cagaaaattc agttgcttac tctaataact ctattgccat acccacaaat tttactatta</w:t>
      </w:r>
    </w:p>
    <w:p w14:paraId="2241F56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gtgttaccac agaaattcta ccagtgtcta tgaccaagac atcagtagat tgtacaatgt</w:t>
      </w:r>
    </w:p>
    <w:p w14:paraId="5770B8B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acatttgtgg tgattcaact gaatgcagca atcttttgtt gcaatatggc agtttttgta</w:t>
      </w:r>
    </w:p>
    <w:p w14:paraId="1A6A990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cacaattaaa acgtgcttta actggaatag ctgttgaaca agacaaaaac acccaagaag</w:t>
      </w:r>
    </w:p>
    <w:p w14:paraId="067D478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tttttgcaca agtcaaacaa atttacaaaa caccaccaat taaatatttt ggtggtttta</w:t>
      </w:r>
    </w:p>
    <w:p w14:paraId="0F2E09C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atttttcaca aatattacca gatccatcaa aaccaagcaa gaggtcattt attgaagatc</w:t>
      </w:r>
    </w:p>
    <w:p w14:paraId="74398A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tacttttcaa caaagtgaca cttgcagatg ctggcttcat caaacaatat ggtgattgcc</w:t>
      </w:r>
    </w:p>
    <w:p w14:paraId="5E82683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ttggtgatat tgctgctaga gacctcattt gtgcacaaaa gtttaaaggc cttactgttt</w:t>
      </w:r>
    </w:p>
    <w:p w14:paraId="4BE44C5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tgccaccttt gctcacagat gaaatgattg ctcaatacac ttctgcactg ttagcgggta</w:t>
      </w:r>
    </w:p>
    <w:p w14:paraId="10524B7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caatcacttc tggttggacc tttggtgcag gtgctgcatt acaaatacca tttgctatgc</w:t>
      </w:r>
    </w:p>
    <w:p w14:paraId="402649E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aaatggctta taggtttaat ggtattggag ttacacagaa tgttctctat gagaaccaaa</w:t>
      </w:r>
    </w:p>
    <w:p w14:paraId="17EF1BA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aattgattgc caaccaattt aatagtgcta ttggcaaaat tcaagactca ctttcttcca</w:t>
      </w:r>
    </w:p>
    <w:p w14:paraId="4B04E0F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cagcaagtgc acttggaaaa cttcaagatg tggtcaacca taatgcacaa gctttaaaca</w:t>
      </w:r>
    </w:p>
    <w:p w14:paraId="15370A8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cgcttgttaa acaacttagc tccaaatttg gtgcaatttc aagtgtttta aatgatatct</w:t>
      </w:r>
    </w:p>
    <w:p w14:paraId="7B9C53C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tttcacgtct tgacaaagtt gaggctgaag tgcaaattga taggttgatc acaggcagac</w:t>
      </w:r>
    </w:p>
    <w:p w14:paraId="3746FEF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ttcaaagttt gcagacatat gtgactcaac aattaattag agctgcagaa atcagagctt</w:t>
      </w:r>
    </w:p>
    <w:p w14:paraId="39B0255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ctgctaatct tgctgctact aaaatgtcag agtgtgtact tggacaatca aaaagagttg</w:t>
      </w:r>
    </w:p>
    <w:p w14:paraId="3596669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atttttgtgg aaagggctat catcttatgt ccttccctca gtcagcacct catggtgtag</w:t>
      </w:r>
    </w:p>
    <w:p w14:paraId="65EB31E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tcttcttgca tgtgacttat gtccctgcac aagaaaagaa cttcacaact gctcctgcca</w:t>
      </w:r>
    </w:p>
    <w:p w14:paraId="0AE5825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tttgtcatga tggaaaagca cactttcctc gtgaaggtgt ctttgtttca aatggcacac</w:t>
      </w:r>
    </w:p>
    <w:p w14:paraId="21C547C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actggtttgt aacacaaagg aatttttatg aaccacaaat cattactaca gacaacacat</w:t>
      </w:r>
    </w:p>
    <w:p w14:paraId="285E60E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ttgtgtctgg taactgtgat gttgtaatag gaattgtcaa caacacagtt tatgatcctt</w:t>
      </w:r>
    </w:p>
    <w:p w14:paraId="47B9253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tgcaacctga attagattca ttcaaggagg agttagataa atattttaag aatcatacat</w:t>
      </w:r>
    </w:p>
    <w:p w14:paraId="24D55C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caccagatgt tgatttaggt gacatctctg gcattaatgc ttcagttgta aacattcaaa</w:t>
      </w:r>
    </w:p>
    <w:p w14:paraId="284BDE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aagaaattga ccgcctcaat gaggttgcca agaatttaaa tgaatctctc atcgatctcc</w:t>
      </w:r>
    </w:p>
    <w:p w14:paraId="019F8E6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aagaacttgg aaagtatgag cagtatataa aatggccatg gtacatttgg ctaggtttta</w:t>
      </w:r>
    </w:p>
    <w:p w14:paraId="6125CFD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tagctggctt gattgccata gtaatggtga caattatgct ttgctgtatg accagttgct</w:t>
      </w:r>
    </w:p>
    <w:p w14:paraId="02A44D1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gtagttgtct caagggctgt tgttcttgtg gatcctgctg caaatttgat gaagacgact</w:t>
      </w:r>
    </w:p>
    <w:p w14:paraId="742D6D2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ctgagccagt gctcaaagga gtcaaattac attacacata aacgaactta tggatttgtt</w:t>
      </w:r>
    </w:p>
    <w:p w14:paraId="0DC235B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tatgagaatc ttcacaattg gaactgtaac tttgaagcaa ggtgaaatca aggatgctac</w:t>
      </w:r>
    </w:p>
    <w:p w14:paraId="6E925F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tccttcagat tttgttcgcg ctactgcaac gataccgata caagcctcac tccctttcgg</w:t>
      </w:r>
    </w:p>
    <w:p w14:paraId="0060E54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atggcttatt gttggcgttg cacttcttgc tgtttttcag agcgcttcca aaatcataac</w:t>
      </w:r>
    </w:p>
    <w:p w14:paraId="20497A2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tctcaaaaag agatggcaac tagcactctc caagggtgtt cactttgttt gcaacttgct</w:t>
      </w:r>
    </w:p>
    <w:p w14:paraId="3DDF6F4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gttgttgttt gtaacagttt actcacacct tttgctcgtt gctgctggcc ttgaagcccc</w:t>
      </w:r>
    </w:p>
    <w:p w14:paraId="3FBCC17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ttttttctat ctttatgctt tagtctactt cttgcagagt ataaactttg taagaataat</w:t>
      </w:r>
    </w:p>
    <w:p w14:paraId="475802A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aatgaggctc tggctttgct ggaaatgccg ttccaaaaac ccattacttt atgatgccaa</w:t>
      </w:r>
    </w:p>
    <w:p w14:paraId="166A682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ctattttctt tgctggcata ctaattgtta tgactattgt ataccttaca atagtgtaac</w:t>
      </w:r>
    </w:p>
    <w:p w14:paraId="0B2A95C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ttcttcaatt gtcattactt caggtgatgg cacaacaagt cctatttctg aacatgacta</w:t>
      </w:r>
    </w:p>
    <w:p w14:paraId="7BC1E06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ccagattggt ggttatactg aaaaatggga atctggagta aaagactgtg ttgtattaca</w:t>
      </w:r>
    </w:p>
    <w:p w14:paraId="57CB47E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cagttacttc acttcagact attaccagct gtactcaact caattgagta cagacactgg</w:t>
      </w:r>
    </w:p>
    <w:p w14:paraId="2C9168D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tgttgaacat gttaccttct tcatctacaa taaaattgtt gatgagcctg aagaacatgt</w:t>
      </w:r>
    </w:p>
    <w:p w14:paraId="6170D63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ccaaattcac acaatcgacg gttcatccgg agttgttaat ccagtaatgg aaccaattta</w:t>
      </w:r>
    </w:p>
    <w:p w14:paraId="40D7572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tgatgaaccg acgacgacta ctagcgtgcc tttgtaagca caagctgatg agtacgaact</w:t>
      </w:r>
    </w:p>
    <w:p w14:paraId="20370BB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tatgtactca ttcgtttcgg aagagatagg tacgttaata gttaatagcg tacttctttt</w:t>
      </w:r>
    </w:p>
    <w:p w14:paraId="7ACA680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tcttgctttc gtggtattct tgctagttac actagccatc cttactgcgc ttcgattgtg</w:t>
      </w:r>
    </w:p>
    <w:p w14:paraId="420636A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tgcgtactgc tgcaatattg ttaacgtgag tcttgtaaaa ccttcttttt acgtttactc</w:t>
      </w:r>
    </w:p>
    <w:p w14:paraId="036C6C2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tcgtgttaaa aatctgaatt cttctagagt tcctgatctt ctggtctaaa cgaactaaat</w:t>
      </w:r>
    </w:p>
    <w:p w14:paraId="717EF8A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attatattag tttttctgtt tggaacttta attttagcca tggcaggttc caacggtact</w:t>
      </w:r>
    </w:p>
    <w:p w14:paraId="2F16E82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attaccgttg aagagcttaa aaagctcctt gaagaatgga acctagtaat aggtttccta</w:t>
      </w:r>
    </w:p>
    <w:p w14:paraId="1CD4076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ttccttacat ggatttgtct tctacaattt gcctatgcca acaggaatag gtttttgtat</w:t>
      </w:r>
    </w:p>
    <w:p w14:paraId="0D2C532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ataattaagt taattttcct ctggctgtta tggccagtaa ctttaacttg ttttgtgctt</w:t>
      </w:r>
    </w:p>
    <w:p w14:paraId="787EF87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gctgctgttt acagaataaa ttggatcacc ggtggaattg ctatcgcaat ggcttgtctt</w:t>
      </w:r>
    </w:p>
    <w:p w14:paraId="3A0F3D1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gtaggcttga tgtggctcag ctacttcatt gcttctttca gactgtttgc gcgtacgcgt</w:t>
      </w:r>
    </w:p>
    <w:p w14:paraId="75A723A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tccatgtggt cattcaatcc agaaactaac attcttctca acgtgccact ccatggcact</w:t>
      </w:r>
    </w:p>
    <w:p w14:paraId="28105D8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attctgacca gaccgcttct agaaagtgaa ctcgtaatcg gagctgtgat ccttcgtgga</w:t>
      </w:r>
    </w:p>
    <w:p w14:paraId="16E1723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catcttcgta ttgctggaca ccatctagga cgctgtgaca tcaaggacct gcctaaagaa</w:t>
      </w:r>
    </w:p>
    <w:p w14:paraId="61E878B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atcactgttg ctacatcacg aacgctttct tattacaaat tgggagcttc gcagcgtgta</w:t>
      </w:r>
    </w:p>
    <w:p w14:paraId="2E6B9CD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gcaggtgact caggttttgc tgcatacagt cgctacagga ttggcaacta taaattaaac</w:t>
      </w:r>
    </w:p>
    <w:p w14:paraId="716C727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acagaccatt ccagtagcag tgacaatatt gctttgcttg tacagtaagt gacaacagat</w:t>
      </w:r>
    </w:p>
    <w:p w14:paraId="687120D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gtttcatctc gttgactttc aggttactat agcagagata ttactaatta ttatgcggac</w:t>
      </w:r>
    </w:p>
    <w:p w14:paraId="5704D20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ttttaaagtt tccatttgga atcttgatta catcataaac ctcataatta aaaatttatc</w:t>
      </w:r>
    </w:p>
    <w:p w14:paraId="6EFB650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taagtcacta actgagaata aatattctca attagatgaa gagcaaccaa tggagattga</w:t>
      </w:r>
    </w:p>
    <w:p w14:paraId="3D5EFC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ctaaacgaac atgaaaatta ttcttttctt ggcactgata acactcgcta cttgtgagct</w:t>
      </w:r>
    </w:p>
    <w:p w14:paraId="000CA78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ttatcactac caagagtgtg ttagaggtac aacagtactt ttaaaagaac cttgctcttc</w:t>
      </w:r>
    </w:p>
    <w:p w14:paraId="0084109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tggaacatac gagggcaatt caccatttca tcctctagct gataacaaat ttgcactgac</w:t>
      </w:r>
    </w:p>
    <w:p w14:paraId="657CE77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ttgctttagc actcaatttg cttttgcttg tcctgacggc gtaaaacacg tctatcagtt</w:t>
      </w:r>
    </w:p>
    <w:p w14:paraId="03C9993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acgtgccaga tcagtttcac ctaaactgtt catcagacaa gaggaagttc aagaacttta</w:t>
      </w:r>
    </w:p>
    <w:p w14:paraId="6807D01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ctctccaatt tttcttattg ttgcggcaat agtgtttata acactttgct tcacactcaa</w:t>
      </w:r>
    </w:p>
    <w:p w14:paraId="0EC7A90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aagaaagaca gaatgattga actttcatta attgacttct atttgtgctt tttagccttt</w:t>
      </w:r>
    </w:p>
    <w:p w14:paraId="1CAD1A4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ctgttattcc ttgttttaat tatgcttatt atcttttggt tctcacttga actgcaagat</w:t>
      </w:r>
    </w:p>
    <w:p w14:paraId="37D53B3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cataatgaaa cttgtcacgc ctaaacgaac atgaaatttc ttgttttctt aggaatcatc</w:t>
      </w:r>
    </w:p>
    <w:p w14:paraId="0A4D22F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acaactgtag ctgcatttca ccaagaatgt agtttacagt catgtactca acatcaacca</w:t>
      </w:r>
    </w:p>
    <w:p w14:paraId="4C42445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tatgtagttg atgacccgtg tcctattcac ttctattcta aatggtatat tagagtagga</w:t>
      </w:r>
    </w:p>
    <w:p w14:paraId="25451181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gctagaaaat cagcaccttt aattgaattg tgcgtggatg aggctggttc taaatcaccc</w:t>
      </w:r>
    </w:p>
    <w:p w14:paraId="65BD4F6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attcagtaca tcgatatcgg taattataca gtttcctgtt taccttttac aattaattgc</w:t>
      </w:r>
    </w:p>
    <w:p w14:paraId="2A9C6F4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caggaaccta aattgggtag tcttgtagtg cgttgttcgt tctatgaaga ctttttagag</w:t>
      </w:r>
    </w:p>
    <w:p w14:paraId="4E659B2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tatcatgacg ttcgtgttgt tttagatttc atctaaacga acaaacttaa atgtctgata</w:t>
      </w:r>
    </w:p>
    <w:p w14:paraId="2AFD44D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atggacccca aaatcagcga aatgcactcc gcattacgtt tggtggaccc tcagattcaa</w:t>
      </w:r>
    </w:p>
    <w:p w14:paraId="5147A023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ctggcagtaa ccagaatggt ggggcgcgat caaaacaacg tcggccccaa ggtttaccca</w:t>
      </w:r>
    </w:p>
    <w:p w14:paraId="43D72DF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ataatactgc gtcttggttc accgctctca ctcaacatgg caaggaagac cttaaattcc</w:t>
      </w:r>
    </w:p>
    <w:p w14:paraId="310C237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ctcgaggaca aggcgttcca attaacacca atagcagtcc agatgaccaa attggctact</w:t>
      </w:r>
    </w:p>
    <w:p w14:paraId="39BA77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accgaagagc taccagacga attcgtggtg gtgacggtaa aatgaaagat ctcagtccaa</w:t>
      </w:r>
    </w:p>
    <w:p w14:paraId="419219C9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gatggtattt ctactaccta ggaactgggc cagaagctgg acttccctat ggtgctaaca</w:t>
      </w:r>
    </w:p>
    <w:p w14:paraId="1CF3FD9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aagacggcat catatgggtt gcaactgagg gagccttgaa tacaccaaaa gatcacattg</w:t>
      </w:r>
    </w:p>
    <w:p w14:paraId="5754BEA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gcacccgcaa tcctgctaac aatgctgcaa tcgtgctaca acttcctcaa ggaacaacat</w:t>
      </w:r>
    </w:p>
    <w:p w14:paraId="6923185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tgccaaaagg cttctacgca gaagggagca gaggcggcag tcaagcctct tctcgttcct</w:t>
      </w:r>
    </w:p>
    <w:p w14:paraId="026964E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catcacgtag tcgcaacagt tcaagaaatt caactccagg cagcagtaaa cgaacttctc</w:t>
      </w:r>
    </w:p>
    <w:p w14:paraId="2050943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ctgctagaat ggctggcaat ggcggtgatg ctgctcttgc tttgctgctg cttgacagat</w:t>
      </w:r>
    </w:p>
    <w:p w14:paraId="4E53A2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tgaaccagct tgagagcaaa atgtctggta aaggccaaca acaacaaggc caaactgtca</w:t>
      </w:r>
    </w:p>
    <w:p w14:paraId="79A0583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ctaagaaatc tgctgctgag gcttctaaga agcctcggca aaaacgtact gccactaaag</w:t>
      </w:r>
    </w:p>
    <w:p w14:paraId="17651870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catacaatgt aacacaagct ttcggcagac gtggtccaga acaaacccaa ggaaattttg</w:t>
      </w:r>
    </w:p>
    <w:p w14:paraId="1C674E3E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gggaccagga actaatcaga caaggaactg attacaaaca ttggccgcaa attgcacaat</w:t>
      </w:r>
    </w:p>
    <w:p w14:paraId="423153E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ttgcccccag cgcttcagcg ttcttcggaa tgtcgcgcat tggcatggaa gtcacacctt</w:t>
      </w:r>
    </w:p>
    <w:p w14:paraId="796D75CC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cgggaacgtg gttgacctac acaggtgcca tcaaattgga tgacaaaggt ccaaatttca</w:t>
      </w:r>
    </w:p>
    <w:p w14:paraId="774D16FB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aagatcaagt cattttgctg aataagcata ttgacgcata caaaacattc ccaccaacag</w:t>
      </w:r>
    </w:p>
    <w:p w14:paraId="63778F65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agcctaaaaa ggacaaaaag aagaaggctg atgaaactca agccttaccg cagagacaga</w:t>
      </w:r>
    </w:p>
    <w:p w14:paraId="7CC50B6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agaaacagca aactgtgact cttcttcctg ctgcagattt ggatgatttc tccaaacaat</w:t>
      </w:r>
    </w:p>
    <w:p w14:paraId="2E5355F8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tgcaacaatc catgagcagt gctgactcaa ctcaggccta aactcatgca gaccacacaa</w:t>
      </w:r>
    </w:p>
    <w:p w14:paraId="4E15E622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ggcagatggg ctatataaac gttttcgctt ttccgtttac gatatatagt ctactcttgt</w:t>
      </w:r>
    </w:p>
    <w:p w14:paraId="392A746D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gcagaatgaa ttctcgtaac tacatagcac aagtagatgt agttaacttt aatctcacat</w:t>
      </w:r>
    </w:p>
    <w:p w14:paraId="2CC15DC7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agcaatcttt aatcagtgtg taacattagg gaggacttga aagagccacc acattttcac</w:t>
      </w:r>
    </w:p>
    <w:p w14:paraId="11376F84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cgaggccacg cggagtacga tcgagtgtac agtgaacaat gctagggaga gctgcctata</w:t>
      </w:r>
    </w:p>
    <w:p w14:paraId="16BDD4BA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tggaagagcc ctaatgtgta aaattaattt tagtagtgct atccccatgt gattttaata</w:t>
      </w:r>
    </w:p>
    <w:p w14:paraId="0B9698C6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gcttcttagg agaatgacaa a</w:t>
      </w:r>
    </w:p>
    <w:p w14:paraId="2B6F960F" w14:textId="77777777" w:rsidR="00D04CB7" w:rsidRPr="00D04CB7" w:rsidRDefault="00D04CB7" w:rsidP="00D04C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04CB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02B5D6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B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04CB7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8426B5"/>
  <w15:chartTrackingRefBased/>
  <w15:docId w15:val="{B14D35AE-8B38-3D4E-959E-00D24F81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2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2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52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10871</Words>
  <Characters>61969</Characters>
  <Application>Microsoft Office Word</Application>
  <DocSecurity>0</DocSecurity>
  <Lines>516</Lines>
  <Paragraphs>145</Paragraphs>
  <ScaleCrop>false</ScaleCrop>
  <Company/>
  <LinksUpToDate>false</LinksUpToDate>
  <CharactersWithSpaces>72695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2023-02-02T07:55:00Z</dcterms:created>
  <dcterms:modified xsi:type="dcterms:W3CDTF">2023-02-02T07:56:00Z</dcterms:modified>
</cp:coreProperties>
</file>